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2D844776" w:rsidR="004E36AD" w:rsidRPr="007F3777" w:rsidRDefault="004E36AD" w:rsidP="003322BF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CD56A0">
        <w:rPr>
          <w:rStyle w:val="Strong"/>
          <w:rFonts w:asciiTheme="minorHAnsi" w:hAnsiTheme="minorHAnsi" w:cstheme="minorHAnsi"/>
          <w:lang w:val="en-GB"/>
        </w:rPr>
        <w:t>……………….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3E6D8EB0" w:rsidR="004E36AD" w:rsidRPr="007B6E5A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7B6E5A">
        <w:rPr>
          <w:rFonts w:ascii="Calibri" w:hAnsi="Calibri" w:cs="Calibri"/>
        </w:rPr>
        <w:t xml:space="preserve">posted on the </w:t>
      </w:r>
      <w:r w:rsidR="008D55BB" w:rsidRPr="007B6E5A">
        <w:rPr>
          <w:rFonts w:ascii="Calibri" w:hAnsi="Calibri" w:cs="Calibri"/>
        </w:rPr>
        <w:t xml:space="preserve">Kiribati Public Procurement </w:t>
      </w:r>
      <w:proofErr w:type="spellStart"/>
      <w:r w:rsidR="008D55BB" w:rsidRPr="007B6E5A">
        <w:rPr>
          <w:rFonts w:ascii="Calibri" w:hAnsi="Calibri" w:cs="Calibri"/>
        </w:rPr>
        <w:t>Web</w:t>
      </w:r>
      <w:r w:rsidR="00AD7F57" w:rsidRPr="007B6E5A">
        <w:rPr>
          <w:rFonts w:ascii="Calibri" w:hAnsi="Calibri" w:cs="Calibri"/>
        </w:rPr>
        <w:t>Portal</w:t>
      </w:r>
      <w:proofErr w:type="spellEnd"/>
      <w:r w:rsidRPr="007B6E5A">
        <w:rPr>
          <w:rFonts w:ascii="Calibri" w:hAnsi="Calibri" w:cs="Calibri"/>
        </w:rPr>
        <w:t xml:space="preserve"> (</w:t>
      </w:r>
      <w:hyperlink r:id="rId11" w:history="1">
        <w:r w:rsidR="00672CDA" w:rsidRPr="007B6E5A">
          <w:rPr>
            <w:rStyle w:val="Hyperlink"/>
          </w:rPr>
          <w:t>Tender List | Central Procurement Unit</w:t>
        </w:r>
      </w:hyperlink>
      <w:r w:rsidR="00672CDA" w:rsidRPr="007B6E5A">
        <w:t xml:space="preserve">) </w:t>
      </w:r>
      <w:r w:rsidRPr="007B6E5A">
        <w:rPr>
          <w:rFonts w:ascii="Calibri" w:hAnsi="Calibri" w:cs="Calibri"/>
          <w:u w:val="single"/>
        </w:rPr>
        <w:t>or</w:t>
      </w:r>
      <w:r w:rsidRPr="007B6E5A">
        <w:rPr>
          <w:rFonts w:ascii="Calibri" w:hAnsi="Calibri" w:cs="Calibri"/>
        </w:rPr>
        <w:t xml:space="preserve"> sent directly </w:t>
      </w:r>
      <w:r w:rsidR="003322BF" w:rsidRPr="007B6E5A">
        <w:rPr>
          <w:rFonts w:ascii="Calibri" w:hAnsi="Calibri" w:cs="Calibri"/>
        </w:rPr>
        <w:t xml:space="preserve">to </w:t>
      </w:r>
      <w:r w:rsidRPr="007B6E5A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8D55BB" w:rsidRPr="007B6E5A">
        <w:rPr>
          <w:rFonts w:ascii="Calibri" w:hAnsi="Calibri" w:cs="Calibri"/>
        </w:rPr>
        <w:t>5-9</w:t>
      </w:r>
      <w:r w:rsidRPr="007B6E5A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7B6E5A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7B6E5A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7B6E5A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7B6E5A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7B6E5A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7B6E5A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Launch and publication of RF</w:t>
            </w:r>
            <w:r w:rsidR="00EC72C1" w:rsidRPr="007B6E5A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6AF8E659" w:rsidR="00B0293A" w:rsidRPr="007B6E5A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07E39753" w:rsidR="00B0293A" w:rsidRPr="007B6E5A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7B6E5A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7B6E5A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7B6E5A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2AA8A7F3" w:rsidR="00B0293A" w:rsidRPr="007B6E5A" w:rsidRDefault="00B0293A" w:rsidP="00D719B3">
            <w:pPr>
              <w:rPr>
                <w:rFonts w:ascii="Calibri" w:hAnsi="Calibri"/>
                <w:szCs w:val="20"/>
              </w:rPr>
            </w:pPr>
            <w:r w:rsidRPr="007B6E5A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7B6E5A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7B6E5A">
              <w:rPr>
                <w:rFonts w:cs="Calibri"/>
                <w:sz w:val="24"/>
                <w:szCs w:val="24"/>
              </w:rPr>
              <w:t xml:space="preserve">to </w:t>
            </w:r>
            <w:r w:rsidRPr="007B6E5A">
              <w:rPr>
                <w:rFonts w:cs="Calibri"/>
                <w:sz w:val="24"/>
                <w:szCs w:val="24"/>
              </w:rPr>
              <w:t>amend the RF</w:t>
            </w:r>
            <w:r w:rsidR="00EC72C1" w:rsidRPr="007B6E5A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6FB79961" w:rsidR="00B0293A" w:rsidRPr="007B6E5A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4553DC53" w:rsidR="00B0293A" w:rsidRPr="007B6E5A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7B6E5A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7B6E5A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7B6E5A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607609B2" w:rsidR="00B0293A" w:rsidRPr="007B6E5A" w:rsidRDefault="00B0293A" w:rsidP="00D719B3">
            <w:pPr>
              <w:rPr>
                <w:rFonts w:ascii="Calibri" w:hAnsi="Calibri"/>
                <w:szCs w:val="20"/>
              </w:rPr>
            </w:pPr>
            <w:r w:rsidRPr="007B6E5A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7B6E5A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6EFD533F" w:rsidR="00B0293A" w:rsidRPr="007B6E5A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70AEFEC2" w:rsidR="00B0293A" w:rsidRPr="007B6E5A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7B6E5A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5B3C695D" w:rsidR="00B0293A" w:rsidRPr="007B6E5A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14C60A84" w:rsidR="00B0293A" w:rsidRPr="007B6E5A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512EEFA"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171140F8" w:rsidR="00B0293A" w:rsidRPr="00532E97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4D00469"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5BBD417F" w:rsidR="00B0293A" w:rsidRPr="00532E97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04B24612" w:rsidR="00B0293A" w:rsidRPr="00532E97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389DA8D5" w:rsidR="00C447AC" w:rsidRPr="00090751" w:rsidRDefault="00C447AC" w:rsidP="00EC72C1">
      <w:pPr>
        <w:rPr>
          <w:rFonts w:asciiTheme="minorHAnsi" w:hAnsiTheme="minorHAnsi"/>
          <w:sz w:val="22"/>
          <w:szCs w:val="22"/>
        </w:rPr>
      </w:pPr>
    </w:p>
    <w:sectPr w:rsidR="00C447AC" w:rsidRPr="00090751" w:rsidSect="00C67453">
      <w:headerReference w:type="default" r:id="rId12"/>
      <w:footerReference w:type="default" r:id="rId13"/>
      <w:type w:val="oddPage"/>
      <w:pgSz w:w="11907" w:h="16839" w:code="9"/>
      <w:pgMar w:top="1701" w:right="1152" w:bottom="1080" w:left="1152" w:header="426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F8400" w14:textId="77777777" w:rsidR="009A3EB8" w:rsidRDefault="009A3EB8">
      <w:r>
        <w:separator/>
      </w:r>
    </w:p>
  </w:endnote>
  <w:endnote w:type="continuationSeparator" w:id="0">
    <w:p w14:paraId="7DC410AF" w14:textId="77777777" w:rsidR="009A3EB8" w:rsidRDefault="009A3EB8">
      <w:r>
        <w:continuationSeparator/>
      </w:r>
    </w:p>
  </w:endnote>
  <w:endnote w:type="continuationNotice" w:id="1">
    <w:p w14:paraId="3A5600F8" w14:textId="77777777" w:rsidR="009A3EB8" w:rsidRDefault="009A3E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B6E5A" w:rsidRPr="007B6E5A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B6E5A" w:rsidRPr="007B6E5A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44812A9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D56A0">
      <w:rPr>
        <w:noProof/>
      </w:rPr>
      <w:t>2022-12-07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97748" w14:textId="77777777" w:rsidR="009A3EB8" w:rsidRDefault="009A3EB8">
      <w:r>
        <w:separator/>
      </w:r>
    </w:p>
  </w:footnote>
  <w:footnote w:type="continuationSeparator" w:id="0">
    <w:p w14:paraId="6BA985D8" w14:textId="77777777" w:rsidR="009A3EB8" w:rsidRDefault="009A3EB8">
      <w:r>
        <w:continuationSeparator/>
      </w:r>
    </w:p>
  </w:footnote>
  <w:footnote w:type="continuationNotice" w:id="1">
    <w:p w14:paraId="1E39C9C1" w14:textId="77777777" w:rsidR="009A3EB8" w:rsidRDefault="009A3E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002829D1" w:rsidR="00133D55" w:rsidRPr="00141577" w:rsidRDefault="00A161C1" w:rsidP="00A161C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9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1329452">
    <w:abstractNumId w:val="1"/>
  </w:num>
  <w:num w:numId="2" w16cid:durableId="1429891555">
    <w:abstractNumId w:val="10"/>
  </w:num>
  <w:num w:numId="3" w16cid:durableId="1046297477">
    <w:abstractNumId w:val="11"/>
  </w:num>
  <w:num w:numId="4" w16cid:durableId="7757015">
    <w:abstractNumId w:val="4"/>
  </w:num>
  <w:num w:numId="5" w16cid:durableId="1539586700">
    <w:abstractNumId w:val="3"/>
  </w:num>
  <w:num w:numId="6" w16cid:durableId="280958743">
    <w:abstractNumId w:val="7"/>
  </w:num>
  <w:num w:numId="7" w16cid:durableId="1118716189">
    <w:abstractNumId w:val="5"/>
  </w:num>
  <w:num w:numId="8" w16cid:durableId="1236475031">
    <w:abstractNumId w:val="9"/>
  </w:num>
  <w:num w:numId="9" w16cid:durableId="553540176">
    <w:abstractNumId w:val="0"/>
  </w:num>
  <w:num w:numId="10" w16cid:durableId="665591326">
    <w:abstractNumId w:val="8"/>
  </w:num>
  <w:num w:numId="11" w16cid:durableId="1339229947">
    <w:abstractNumId w:val="2"/>
  </w:num>
  <w:num w:numId="12" w16cid:durableId="168549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4E10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22BF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0FA"/>
    <w:rsid w:val="0045354A"/>
    <w:rsid w:val="0045424C"/>
    <w:rsid w:val="00455469"/>
    <w:rsid w:val="0045572C"/>
    <w:rsid w:val="00455A2F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1275"/>
    <w:rsid w:val="004C24D6"/>
    <w:rsid w:val="004C3860"/>
    <w:rsid w:val="004C6435"/>
    <w:rsid w:val="004C7826"/>
    <w:rsid w:val="004D1DC0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7C1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2CDA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944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B6E5A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775BD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55BB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3EB8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61C1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6A0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54DB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7CD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5235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4FBB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823046-5428-4B8B-8712-54C2537886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</TotalTime>
  <Pages>2</Pages>
  <Words>179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1229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7</cp:revision>
  <cp:lastPrinted>2013-10-18T08:32:00Z</cp:lastPrinted>
  <dcterms:created xsi:type="dcterms:W3CDTF">2020-07-06T12:46:00Z</dcterms:created>
  <dcterms:modified xsi:type="dcterms:W3CDTF">2022-12-07T04:55:00Z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